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5961-838F-4228-89A0-5B7E436375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